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EFC1A" w14:textId="77777777" w:rsidR="00001D27" w:rsidRPr="007772EA" w:rsidRDefault="00001D27" w:rsidP="00001D27">
      <w:pPr>
        <w:spacing w:after="120" w:line="240" w:lineRule="auto"/>
        <w:jc w:val="center"/>
        <w:rPr>
          <w:rFonts w:eastAsia="Calibri" w:cs="Arial"/>
          <w:b/>
          <w:caps/>
          <w:sz w:val="28"/>
          <w:szCs w:val="28"/>
        </w:rPr>
      </w:pPr>
      <w:r w:rsidRPr="007772EA">
        <w:rPr>
          <w:rFonts w:eastAsia="Calibri" w:cs="Arial"/>
          <w:b/>
          <w:caps/>
          <w:sz w:val="28"/>
          <w:szCs w:val="28"/>
        </w:rPr>
        <w:t>čestné prohlášení dodavatele</w:t>
      </w:r>
    </w:p>
    <w:p w14:paraId="2ADA333C" w14:textId="77777777" w:rsidR="00001D27" w:rsidRDefault="00001D27" w:rsidP="00001D27">
      <w:pPr>
        <w:spacing w:line="240" w:lineRule="auto"/>
        <w:ind w:left="3686" w:hanging="3686"/>
        <w:rPr>
          <w:rFonts w:ascii="Times New Roman" w:eastAsia="Calibri" w:hAnsi="Times New Roman"/>
          <w:b/>
          <w:caps/>
          <w:sz w:val="24"/>
          <w:u w:val="single"/>
        </w:rPr>
      </w:pPr>
    </w:p>
    <w:p w14:paraId="0FEC4AB5" w14:textId="0B583993" w:rsidR="00001D27" w:rsidRDefault="00001D27" w:rsidP="00001D27">
      <w:pPr>
        <w:spacing w:line="240" w:lineRule="auto"/>
        <w:ind w:left="3686" w:hanging="3686"/>
        <w:jc w:val="center"/>
        <w:rPr>
          <w:rFonts w:cs="Arial"/>
          <w:b/>
          <w:szCs w:val="20"/>
        </w:rPr>
      </w:pPr>
      <w:r w:rsidRPr="007772EA">
        <w:rPr>
          <w:rFonts w:eastAsia="Calibri" w:cs="Arial"/>
          <w:b/>
          <w:caps/>
          <w:sz w:val="24"/>
          <w:u w:val="single"/>
        </w:rPr>
        <w:t>NÁZEV veřejnÉ zakázkY:</w:t>
      </w:r>
      <w:r>
        <w:rPr>
          <w:rFonts w:ascii="Times New Roman" w:eastAsia="Calibri" w:hAnsi="Times New Roman"/>
          <w:b/>
          <w:caps/>
          <w:sz w:val="28"/>
          <w:szCs w:val="28"/>
        </w:rPr>
        <w:t xml:space="preserve"> </w:t>
      </w:r>
      <w:bookmarkStart w:id="0" w:name="_Hlk183700722"/>
      <w:bookmarkStart w:id="1" w:name="_Hlk196465965"/>
      <w:r w:rsidR="00B41F0F" w:rsidRPr="00D167E6">
        <w:rPr>
          <w:rFonts w:cs="Arial"/>
          <w:b/>
          <w:color w:val="000000" w:themeColor="text1"/>
          <w:szCs w:val="18"/>
        </w:rPr>
        <w:t>N</w:t>
      </w:r>
      <w:r w:rsidR="00B41F0F" w:rsidRPr="00887E7C">
        <w:rPr>
          <w:rFonts w:cs="Arial"/>
          <w:b/>
          <w:iCs/>
        </w:rPr>
        <w:t xml:space="preserve">erezový inventář </w:t>
      </w:r>
      <w:r w:rsidR="00B41F0F">
        <w:rPr>
          <w:rFonts w:cs="Arial"/>
          <w:b/>
          <w:iCs/>
        </w:rPr>
        <w:t xml:space="preserve">pro Krajskou zdravotní, a.s. – Nemocnice Teplice, </w:t>
      </w:r>
      <w:proofErr w:type="spellStart"/>
      <w:r w:rsidR="00B41F0F">
        <w:rPr>
          <w:rFonts w:cs="Arial"/>
          <w:b/>
          <w:iCs/>
        </w:rPr>
        <w:t>o.z</w:t>
      </w:r>
      <w:proofErr w:type="spellEnd"/>
      <w:r w:rsidR="00B41F0F">
        <w:rPr>
          <w:rFonts w:cs="Arial"/>
          <w:b/>
          <w:iCs/>
        </w:rPr>
        <w:t>.</w:t>
      </w:r>
      <w:bookmarkEnd w:id="0"/>
      <w:r w:rsidR="00B41F0F">
        <w:rPr>
          <w:rFonts w:cs="Arial"/>
          <w:b/>
          <w:iCs/>
        </w:rPr>
        <w:t xml:space="preserve"> – zákrokové sály jednodenní chirurgie</w:t>
      </w:r>
      <w:bookmarkEnd w:id="1"/>
    </w:p>
    <w:p w14:paraId="76FAC749" w14:textId="77777777" w:rsidR="00001D27" w:rsidRDefault="00001D27" w:rsidP="00001D27">
      <w:pPr>
        <w:spacing w:line="240" w:lineRule="auto"/>
        <w:ind w:left="3686" w:hanging="3686"/>
        <w:jc w:val="center"/>
        <w:rPr>
          <w:rFonts w:eastAsia="Calibri" w:cs="Arial"/>
          <w:b/>
          <w:caps/>
          <w:sz w:val="24"/>
          <w:u w:val="single"/>
        </w:rPr>
      </w:pPr>
    </w:p>
    <w:p w14:paraId="0DBC2AF1" w14:textId="77777777" w:rsidR="00001D27" w:rsidRPr="007772EA" w:rsidRDefault="00001D27" w:rsidP="00001D27">
      <w:pPr>
        <w:spacing w:line="240" w:lineRule="auto"/>
        <w:ind w:left="3686" w:hanging="3686"/>
        <w:jc w:val="center"/>
        <w:rPr>
          <w:rFonts w:eastAsia="Calibri" w:cs="Arial"/>
          <w:b/>
          <w:caps/>
          <w:sz w:val="24"/>
          <w:u w:val="single"/>
        </w:rPr>
      </w:pPr>
      <w:r>
        <w:rPr>
          <w:rFonts w:eastAsia="Calibri" w:cs="Arial"/>
          <w:b/>
          <w:caps/>
          <w:sz w:val="24"/>
          <w:u w:val="single"/>
        </w:rPr>
        <w:t xml:space="preserve"> </w:t>
      </w:r>
      <w:r w:rsidRPr="007772EA">
        <w:rPr>
          <w:rFonts w:eastAsia="Calibri" w:cs="Arial"/>
          <w:b/>
          <w:caps/>
          <w:sz w:val="24"/>
          <w:u w:val="single"/>
        </w:rPr>
        <w:t>základní identifikační údaje dodavatelE:</w:t>
      </w:r>
    </w:p>
    <w:tbl>
      <w:tblPr>
        <w:tblW w:w="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001D27" w:rsidRPr="007772EA" w14:paraId="1A7E2AB0" w14:textId="77777777" w:rsidTr="00BB7475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816ED" w14:textId="77777777" w:rsidR="00001D27" w:rsidRPr="007772EA" w:rsidRDefault="00001D27" w:rsidP="00001D27">
            <w:pPr>
              <w:spacing w:after="60" w:line="240" w:lineRule="auto"/>
              <w:rPr>
                <w:rFonts w:eastAsia="Calibri" w:cs="Arial"/>
                <w:szCs w:val="20"/>
              </w:rPr>
            </w:pPr>
            <w:r w:rsidRPr="007772EA">
              <w:rPr>
                <w:rFonts w:eastAsia="Calibri" w:cs="Arial"/>
                <w:szCs w:val="20"/>
              </w:rPr>
              <w:t>Název dodavatele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5243E7D" w14:textId="77777777" w:rsidR="00001D27" w:rsidRPr="007772EA" w:rsidRDefault="00001D27" w:rsidP="00001D27">
            <w:pPr>
              <w:spacing w:after="60" w:line="240" w:lineRule="auto"/>
              <w:rPr>
                <w:rFonts w:eastAsia="Calibri" w:cs="Arial"/>
                <w:szCs w:val="20"/>
              </w:rPr>
            </w:pPr>
          </w:p>
        </w:tc>
      </w:tr>
      <w:tr w:rsidR="00001D27" w:rsidRPr="007772EA" w14:paraId="7D164DB1" w14:textId="77777777" w:rsidTr="00BB7475">
        <w:trPr>
          <w:trHeight w:val="397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385D47" w14:textId="77777777" w:rsidR="00001D27" w:rsidRPr="007772EA" w:rsidRDefault="00001D27" w:rsidP="00001D27">
            <w:pPr>
              <w:spacing w:after="60" w:line="240" w:lineRule="auto"/>
              <w:rPr>
                <w:rFonts w:eastAsia="Calibri" w:cs="Arial"/>
                <w:szCs w:val="20"/>
              </w:rPr>
            </w:pPr>
            <w:r w:rsidRPr="007772EA">
              <w:rPr>
                <w:rFonts w:eastAsia="Calibri" w:cs="Arial"/>
                <w:szCs w:val="20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5F679B" w14:textId="77777777" w:rsidR="00001D27" w:rsidRPr="007772EA" w:rsidRDefault="00001D27" w:rsidP="00001D27">
            <w:pPr>
              <w:spacing w:after="60" w:line="240" w:lineRule="auto"/>
              <w:rPr>
                <w:rFonts w:eastAsia="Calibri" w:cs="Arial"/>
                <w:szCs w:val="20"/>
              </w:rPr>
            </w:pPr>
          </w:p>
        </w:tc>
      </w:tr>
      <w:tr w:rsidR="00001D27" w:rsidRPr="007772EA" w14:paraId="6E8C6141" w14:textId="77777777" w:rsidTr="00BB7475">
        <w:trPr>
          <w:trHeight w:val="397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AF7BD5" w14:textId="77777777" w:rsidR="00001D27" w:rsidRPr="007772EA" w:rsidRDefault="00001D27" w:rsidP="00001D27">
            <w:pPr>
              <w:spacing w:after="60" w:line="240" w:lineRule="auto"/>
              <w:rPr>
                <w:rFonts w:eastAsia="Calibri" w:cs="Arial"/>
                <w:szCs w:val="20"/>
              </w:rPr>
            </w:pPr>
            <w:r w:rsidRPr="007772EA">
              <w:rPr>
                <w:rFonts w:eastAsia="Calibri" w:cs="Arial"/>
                <w:szCs w:val="20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62E7005" w14:textId="77777777" w:rsidR="00001D27" w:rsidRPr="007772EA" w:rsidRDefault="00001D27" w:rsidP="00001D27">
            <w:pPr>
              <w:spacing w:after="60" w:line="240" w:lineRule="auto"/>
              <w:rPr>
                <w:rFonts w:eastAsia="Calibri" w:cs="Arial"/>
                <w:szCs w:val="20"/>
              </w:rPr>
            </w:pPr>
          </w:p>
        </w:tc>
      </w:tr>
      <w:tr w:rsidR="00001D27" w:rsidRPr="007772EA" w14:paraId="19644F68" w14:textId="77777777" w:rsidTr="00BB7475">
        <w:trPr>
          <w:trHeight w:val="397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7BFB1E" w14:textId="77777777" w:rsidR="00001D27" w:rsidRPr="007772EA" w:rsidRDefault="00001D27" w:rsidP="00001D27">
            <w:pPr>
              <w:spacing w:after="60" w:line="240" w:lineRule="auto"/>
              <w:rPr>
                <w:rFonts w:eastAsia="Calibri" w:cs="Arial"/>
                <w:szCs w:val="20"/>
              </w:rPr>
            </w:pPr>
            <w:r w:rsidRPr="007772EA">
              <w:rPr>
                <w:rFonts w:eastAsia="Calibri" w:cs="Arial"/>
                <w:szCs w:val="20"/>
              </w:rPr>
              <w:t>IČO,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15D7528" w14:textId="77777777" w:rsidR="00001D27" w:rsidRPr="007772EA" w:rsidRDefault="00001D27" w:rsidP="00001D27">
            <w:pPr>
              <w:spacing w:after="60" w:line="240" w:lineRule="auto"/>
              <w:rPr>
                <w:rFonts w:eastAsia="Calibri" w:cs="Arial"/>
                <w:szCs w:val="20"/>
              </w:rPr>
            </w:pPr>
          </w:p>
        </w:tc>
      </w:tr>
      <w:tr w:rsidR="00001D27" w:rsidRPr="007772EA" w14:paraId="219C877D" w14:textId="77777777" w:rsidTr="00BB7475">
        <w:trPr>
          <w:trHeight w:val="397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471462" w14:textId="77777777" w:rsidR="00001D27" w:rsidRPr="007772EA" w:rsidRDefault="00001D27" w:rsidP="00001D27">
            <w:pPr>
              <w:spacing w:after="60" w:line="240" w:lineRule="auto"/>
              <w:rPr>
                <w:rFonts w:eastAsia="Calibri" w:cs="Arial"/>
                <w:szCs w:val="20"/>
              </w:rPr>
            </w:pPr>
            <w:r w:rsidRPr="007772EA">
              <w:rPr>
                <w:rFonts w:eastAsia="Calibri" w:cs="Arial"/>
                <w:szCs w:val="20"/>
              </w:rPr>
              <w:t xml:space="preserve">Zástupce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D802" w14:textId="77777777" w:rsidR="00001D27" w:rsidRPr="007772EA" w:rsidRDefault="00001D27" w:rsidP="00001D27">
            <w:pPr>
              <w:spacing w:after="60" w:line="240" w:lineRule="auto"/>
              <w:rPr>
                <w:rFonts w:eastAsia="Calibri" w:cs="Arial"/>
                <w:szCs w:val="20"/>
              </w:rPr>
            </w:pPr>
          </w:p>
        </w:tc>
      </w:tr>
    </w:tbl>
    <w:p w14:paraId="0D069A2F" w14:textId="77777777" w:rsidR="00001D27" w:rsidRPr="007772EA" w:rsidRDefault="00001D27" w:rsidP="00001D27">
      <w:pPr>
        <w:spacing w:after="120" w:line="240" w:lineRule="auto"/>
        <w:jc w:val="both"/>
        <w:outlineLvl w:val="0"/>
        <w:rPr>
          <w:rFonts w:eastAsia="Calibri" w:cs="Arial"/>
          <w:b/>
          <w:szCs w:val="20"/>
        </w:rPr>
      </w:pPr>
    </w:p>
    <w:p w14:paraId="5155B366" w14:textId="77777777" w:rsidR="00001D27" w:rsidRDefault="00001D27" w:rsidP="00001D27">
      <w:pPr>
        <w:spacing w:after="120" w:line="240" w:lineRule="auto"/>
        <w:jc w:val="both"/>
        <w:outlineLvl w:val="0"/>
        <w:rPr>
          <w:rFonts w:eastAsia="Calibri" w:cs="Arial"/>
          <w:b/>
          <w:szCs w:val="20"/>
        </w:rPr>
      </w:pPr>
    </w:p>
    <w:p w14:paraId="5FD01DFA" w14:textId="77777777" w:rsidR="00001D27" w:rsidRPr="007772EA" w:rsidRDefault="00001D27" w:rsidP="00001D27">
      <w:pPr>
        <w:spacing w:after="120" w:line="240" w:lineRule="auto"/>
        <w:jc w:val="both"/>
        <w:outlineLvl w:val="0"/>
        <w:rPr>
          <w:rFonts w:eastAsia="Calibri" w:cs="Arial"/>
          <w:b/>
          <w:szCs w:val="20"/>
        </w:rPr>
      </w:pPr>
      <w:r w:rsidRPr="007772EA">
        <w:rPr>
          <w:rFonts w:eastAsia="Calibri" w:cs="Arial"/>
          <w:b/>
          <w:szCs w:val="20"/>
        </w:rPr>
        <w:t>Dodavatel tímto v souladu s ustanovením 86 odst. 2 zákona č. 134/2016 Sb., o zadávání veřejných zakázek (dále jen „</w:t>
      </w:r>
      <w:r w:rsidRPr="007772EA">
        <w:rPr>
          <w:rFonts w:eastAsia="Calibri" w:cs="Arial"/>
          <w:b/>
          <w:i/>
          <w:szCs w:val="20"/>
        </w:rPr>
        <w:t>zákon</w:t>
      </w:r>
      <w:r w:rsidRPr="007772EA">
        <w:rPr>
          <w:rFonts w:eastAsia="Calibri" w:cs="Arial"/>
          <w:b/>
          <w:szCs w:val="20"/>
        </w:rPr>
        <w:t>“), čestně prohlašuje, že splňuje zákonem a zadavatelem požadovanou kvalifikaci. Obsah čestného prohlášení je uveden níže.</w:t>
      </w:r>
    </w:p>
    <w:p w14:paraId="4E1AFC6D" w14:textId="77777777" w:rsidR="00001D27" w:rsidRPr="00783FA0" w:rsidRDefault="00001D27" w:rsidP="00001D27">
      <w:pPr>
        <w:spacing w:after="120" w:line="240" w:lineRule="auto"/>
        <w:jc w:val="both"/>
        <w:outlineLvl w:val="0"/>
        <w:rPr>
          <w:rFonts w:ascii="Times New Roman" w:eastAsia="Calibri" w:hAnsi="Times New Roman"/>
          <w:b/>
          <w:sz w:val="22"/>
        </w:rPr>
      </w:pPr>
    </w:p>
    <w:p w14:paraId="7C52BE0E" w14:textId="77777777" w:rsidR="00001D27" w:rsidRPr="007772EA" w:rsidRDefault="00001D27" w:rsidP="00001D27">
      <w:pPr>
        <w:tabs>
          <w:tab w:val="left" w:pos="567"/>
        </w:tabs>
        <w:spacing w:after="120" w:line="240" w:lineRule="auto"/>
        <w:jc w:val="center"/>
        <w:rPr>
          <w:rFonts w:eastAsia="Calibri" w:cs="Arial"/>
          <w:b/>
          <w:szCs w:val="20"/>
          <w:u w:val="single"/>
        </w:rPr>
      </w:pPr>
      <w:r w:rsidRPr="007772EA">
        <w:rPr>
          <w:rFonts w:eastAsia="Calibri" w:cs="Arial"/>
          <w:b/>
          <w:szCs w:val="20"/>
          <w:u w:val="single"/>
        </w:rPr>
        <w:t>ZÁKLADNÍ ZPŮSOBILOST</w:t>
      </w:r>
    </w:p>
    <w:p w14:paraId="0D5224D6" w14:textId="77777777" w:rsidR="00001D27" w:rsidRPr="007772EA" w:rsidRDefault="00001D27" w:rsidP="00001D27">
      <w:pPr>
        <w:tabs>
          <w:tab w:val="left" w:pos="567"/>
        </w:tabs>
        <w:spacing w:after="120" w:line="240" w:lineRule="auto"/>
        <w:jc w:val="both"/>
        <w:rPr>
          <w:rFonts w:eastAsia="Calibri" w:cs="Arial"/>
          <w:szCs w:val="20"/>
        </w:rPr>
      </w:pPr>
      <w:r w:rsidRPr="007772EA">
        <w:rPr>
          <w:rFonts w:eastAsia="Calibri" w:cs="Arial"/>
          <w:szCs w:val="20"/>
        </w:rPr>
        <w:t xml:space="preserve">Ve vztahu k základní způsobilosti </w:t>
      </w:r>
      <w:r>
        <w:rPr>
          <w:rFonts w:eastAsia="Calibri" w:cs="Arial"/>
          <w:szCs w:val="20"/>
        </w:rPr>
        <w:t xml:space="preserve">analogicky </w:t>
      </w:r>
      <w:r w:rsidRPr="007772EA">
        <w:rPr>
          <w:rFonts w:eastAsia="Calibri" w:cs="Arial"/>
          <w:szCs w:val="20"/>
        </w:rPr>
        <w:t xml:space="preserve">dle ustanovení </w:t>
      </w:r>
      <w:r w:rsidRPr="007772EA">
        <w:rPr>
          <w:rFonts w:eastAsia="Calibri" w:cs="Arial"/>
          <w:b/>
          <w:szCs w:val="20"/>
        </w:rPr>
        <w:t>§ 74 zákona</w:t>
      </w:r>
      <w:r w:rsidRPr="007772EA">
        <w:rPr>
          <w:rFonts w:eastAsia="Calibri" w:cs="Arial"/>
          <w:szCs w:val="20"/>
        </w:rPr>
        <w:t xml:space="preserve"> dodavatel prohlašuje, že splňuje tuto základní způsobilost v rozsahu požadovaném zákonem a zadavatelem. </w:t>
      </w:r>
    </w:p>
    <w:p w14:paraId="235BE210" w14:textId="77777777" w:rsidR="00001D27" w:rsidRPr="007772EA" w:rsidRDefault="00001D27" w:rsidP="00001D27">
      <w:pPr>
        <w:tabs>
          <w:tab w:val="left" w:pos="567"/>
        </w:tabs>
        <w:spacing w:after="120" w:line="240" w:lineRule="auto"/>
        <w:jc w:val="both"/>
        <w:rPr>
          <w:rFonts w:eastAsia="Calibri" w:cs="Arial"/>
          <w:szCs w:val="20"/>
        </w:rPr>
      </w:pPr>
    </w:p>
    <w:p w14:paraId="16FC3BC2" w14:textId="77777777" w:rsidR="00001D27" w:rsidRPr="007772EA" w:rsidRDefault="00001D27" w:rsidP="00001D27">
      <w:pPr>
        <w:tabs>
          <w:tab w:val="left" w:pos="567"/>
        </w:tabs>
        <w:spacing w:after="120" w:line="240" w:lineRule="auto"/>
        <w:jc w:val="center"/>
        <w:rPr>
          <w:rFonts w:eastAsia="Calibri" w:cs="Arial"/>
          <w:b/>
          <w:szCs w:val="20"/>
          <w:u w:val="single"/>
        </w:rPr>
      </w:pPr>
      <w:r w:rsidRPr="007772EA">
        <w:rPr>
          <w:rFonts w:eastAsia="Calibri" w:cs="Arial"/>
          <w:b/>
          <w:szCs w:val="20"/>
          <w:u w:val="single"/>
        </w:rPr>
        <w:t>PROFESNÍ ZPŮSOBILOST</w:t>
      </w:r>
    </w:p>
    <w:p w14:paraId="658D40F0" w14:textId="77777777" w:rsidR="00001D27" w:rsidRPr="007772EA" w:rsidRDefault="00001D27" w:rsidP="00001D27">
      <w:pPr>
        <w:tabs>
          <w:tab w:val="left" w:pos="567"/>
        </w:tabs>
        <w:spacing w:after="120" w:line="240" w:lineRule="auto"/>
        <w:jc w:val="both"/>
        <w:rPr>
          <w:rFonts w:eastAsia="Calibri" w:cs="Arial"/>
          <w:szCs w:val="20"/>
        </w:rPr>
      </w:pPr>
      <w:r w:rsidRPr="007772EA">
        <w:rPr>
          <w:rFonts w:eastAsia="Calibri" w:cs="Arial"/>
          <w:szCs w:val="20"/>
        </w:rPr>
        <w:t xml:space="preserve">Ve vztahu k profesní způsobilosti </w:t>
      </w:r>
      <w:r>
        <w:rPr>
          <w:rFonts w:eastAsia="Calibri" w:cs="Arial"/>
          <w:szCs w:val="20"/>
        </w:rPr>
        <w:t xml:space="preserve">analogicky </w:t>
      </w:r>
      <w:r w:rsidRPr="007772EA">
        <w:rPr>
          <w:rFonts w:eastAsia="Calibri" w:cs="Arial"/>
          <w:szCs w:val="20"/>
        </w:rPr>
        <w:t>dle ustanovení</w:t>
      </w:r>
      <w:r w:rsidRPr="007772EA">
        <w:rPr>
          <w:rFonts w:eastAsia="Calibri" w:cs="Arial"/>
          <w:b/>
          <w:szCs w:val="20"/>
        </w:rPr>
        <w:t xml:space="preserve"> § 77 odst. 1 zákona</w:t>
      </w:r>
      <w:r w:rsidRPr="007772EA">
        <w:rPr>
          <w:rFonts w:eastAsia="Calibri" w:cs="Arial"/>
          <w:szCs w:val="20"/>
        </w:rPr>
        <w:t xml:space="preserve"> dodavatel prohlašuje, že splňuje tuto profesní způsobilost v rozsahu požadovaném zákonem a zadavatelem.</w:t>
      </w:r>
    </w:p>
    <w:p w14:paraId="7701319E" w14:textId="7624EAEE" w:rsidR="00001D27" w:rsidRPr="007772EA" w:rsidRDefault="00001D27" w:rsidP="00001D27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 w:rsidRPr="007772EA">
        <w:rPr>
          <w:rFonts w:cs="Arial"/>
          <w:color w:val="00000A"/>
          <w:szCs w:val="20"/>
        </w:rPr>
        <w:t xml:space="preserve">Dodavatel čestně prohlašuje, že plně a bezvýhradně akceptuje obligatorní návrh </w:t>
      </w:r>
      <w:r w:rsidR="00B41F0F">
        <w:rPr>
          <w:rFonts w:cs="Arial"/>
          <w:color w:val="00000A"/>
          <w:szCs w:val="20"/>
        </w:rPr>
        <w:t>kupní smlouvy</w:t>
      </w:r>
      <w:r w:rsidRPr="007772EA">
        <w:rPr>
          <w:rFonts w:cs="Arial"/>
          <w:color w:val="00000A"/>
          <w:szCs w:val="20"/>
        </w:rPr>
        <w:t>, který je přílohou zadávací dokumentace.</w:t>
      </w:r>
    </w:p>
    <w:p w14:paraId="03D972F6" w14:textId="77777777" w:rsidR="00001D27" w:rsidRPr="007772EA" w:rsidRDefault="00001D27" w:rsidP="00001D27">
      <w:pPr>
        <w:snapToGrid w:val="0"/>
        <w:spacing w:after="120" w:line="240" w:lineRule="auto"/>
        <w:jc w:val="both"/>
        <w:rPr>
          <w:rFonts w:cs="Arial"/>
          <w:szCs w:val="20"/>
        </w:rPr>
      </w:pPr>
      <w:r w:rsidRPr="007772EA">
        <w:rPr>
          <w:rFonts w:cs="Arial"/>
          <w:szCs w:val="20"/>
        </w:rPr>
        <w:t>Dodavatel čestně prohlašuje, že splňuje požadavky zadavatele týkající se povinnosti sjednání pojištění odpovědnosti za škodu způsobenou dodavatelem stanovené v zadávací dokumentaci.</w:t>
      </w:r>
    </w:p>
    <w:p w14:paraId="421B93C4" w14:textId="7F33BF82" w:rsidR="00B41F0F" w:rsidRPr="00B41F0F" w:rsidRDefault="00B41F0F" w:rsidP="00B41F0F">
      <w:pPr>
        <w:tabs>
          <w:tab w:val="left" w:pos="567"/>
        </w:tabs>
        <w:spacing w:line="240" w:lineRule="auto"/>
        <w:contextualSpacing/>
        <w:jc w:val="both"/>
        <w:rPr>
          <w:rFonts w:eastAsia="Times New Roman" w:cs="Arial"/>
          <w:color w:val="00000A"/>
          <w:szCs w:val="18"/>
          <w:lang w:eastAsia="cs-CZ" w:bidi="he-IL"/>
        </w:rPr>
      </w:pPr>
      <w:r w:rsidRPr="00B41F0F">
        <w:rPr>
          <w:rFonts w:eastAsia="Times New Roman" w:cs="Arial"/>
          <w:szCs w:val="18"/>
          <w:lang w:eastAsia="cs-CZ" w:bidi="he-IL"/>
        </w:rPr>
        <w:t xml:space="preserve">Dodavatel čestně prohlašuje, </w:t>
      </w:r>
      <w:r w:rsidRPr="00B41F0F">
        <w:rPr>
          <w:rFonts w:eastAsia="Times New Roman" w:cs="Arial"/>
          <w:szCs w:val="18"/>
          <w:lang w:eastAsia="cs-CZ" w:bidi="he-IL"/>
        </w:rPr>
        <w:t xml:space="preserve">že veškeré jím </w:t>
      </w:r>
      <w:r w:rsidRPr="00B41F0F">
        <w:rPr>
          <w:rFonts w:eastAsia="Times New Roman" w:cs="Arial"/>
          <w:bCs/>
          <w:color w:val="000000"/>
          <w:szCs w:val="18"/>
          <w:lang w:eastAsia="cs-CZ" w:bidi="he-IL"/>
        </w:rPr>
        <w:t xml:space="preserve">nabízené zboží je </w:t>
      </w:r>
      <w:r w:rsidRPr="00B41F0F">
        <w:rPr>
          <w:rFonts w:eastAsia="Times New Roman" w:cs="Arial"/>
          <w:szCs w:val="18"/>
          <w:lang w:eastAsia="cs-CZ" w:bidi="he-IL"/>
        </w:rPr>
        <w:t>nové, nepoužité, splňuje požadavky stanovené zákony nebo jinými právními předpisy, zejména požadavky na zdravotní nezávadnost a bezpečnost dle zákona č. 387/2024 Sb., o obecné bezpečnosti výrobků a o změně některých souvisejících zákonů, ve znění pozdějších předpisů, a dle zákona č. 22/1997 Sb., o technických požadavcích na výrobky a o změně a doplnění některých zákonů, ve znění pozdějších předpisů</w:t>
      </w:r>
      <w:r w:rsidRPr="00B41F0F">
        <w:rPr>
          <w:rFonts w:eastAsia="Times New Roman" w:cs="Arial"/>
          <w:bCs/>
          <w:color w:val="000000"/>
          <w:szCs w:val="18"/>
          <w:lang w:eastAsia="cs-CZ" w:bidi="he-IL"/>
        </w:rPr>
        <w:t>.</w:t>
      </w:r>
    </w:p>
    <w:p w14:paraId="3700ADFB" w14:textId="77777777" w:rsidR="00B41F0F" w:rsidRPr="00B41F0F" w:rsidRDefault="00B41F0F" w:rsidP="00B41F0F">
      <w:pPr>
        <w:tabs>
          <w:tab w:val="left" w:pos="567"/>
        </w:tabs>
        <w:spacing w:line="240" w:lineRule="auto"/>
        <w:contextualSpacing/>
        <w:jc w:val="both"/>
        <w:rPr>
          <w:rFonts w:eastAsia="Times New Roman" w:cs="Arial"/>
          <w:color w:val="00000A"/>
          <w:szCs w:val="18"/>
          <w:lang w:eastAsia="cs-CZ" w:bidi="he-IL"/>
        </w:rPr>
      </w:pPr>
    </w:p>
    <w:p w14:paraId="301F3F9D" w14:textId="604DB1DC" w:rsidR="00B41F0F" w:rsidRDefault="00B41F0F" w:rsidP="00B41F0F">
      <w:pPr>
        <w:tabs>
          <w:tab w:val="left" w:pos="567"/>
        </w:tabs>
        <w:spacing w:line="240" w:lineRule="auto"/>
        <w:contextualSpacing/>
        <w:jc w:val="both"/>
        <w:rPr>
          <w:rFonts w:eastAsia="Times New Roman" w:cs="Arial"/>
          <w:szCs w:val="18"/>
          <w:lang w:eastAsia="cs-CZ"/>
        </w:rPr>
      </w:pPr>
      <w:r w:rsidRPr="00B41F0F">
        <w:rPr>
          <w:rFonts w:cs="Arial"/>
          <w:szCs w:val="18"/>
        </w:rPr>
        <w:t xml:space="preserve">Dodavatel čestně prohlašuje, </w:t>
      </w:r>
      <w:r w:rsidRPr="00B41F0F">
        <w:rPr>
          <w:rFonts w:cs="Arial"/>
          <w:szCs w:val="18"/>
        </w:rPr>
        <w:t xml:space="preserve">že </w:t>
      </w:r>
      <w:r w:rsidRPr="00B41F0F">
        <w:rPr>
          <w:rFonts w:eastAsia="Times New Roman" w:cs="Arial"/>
          <w:szCs w:val="18"/>
          <w:lang w:eastAsia="cs-CZ"/>
        </w:rPr>
        <w:t>zboží je vyrobené z materiálů, které mají certifikáty a atesty zdravotní nezávadnosti, a veškeré povrchy nabízených výrobků včetně příslušenství je možné povrchově dezinfikovat prostředky uvedenými v dezinfekčním programu Krajské zdravotní, a.s.</w:t>
      </w:r>
    </w:p>
    <w:p w14:paraId="1FAD2D73" w14:textId="51B5572A" w:rsidR="00B41F0F" w:rsidRDefault="00B41F0F" w:rsidP="00B41F0F">
      <w:pPr>
        <w:tabs>
          <w:tab w:val="left" w:pos="567"/>
        </w:tabs>
        <w:spacing w:line="240" w:lineRule="auto"/>
        <w:contextualSpacing/>
        <w:jc w:val="both"/>
        <w:rPr>
          <w:rFonts w:eastAsia="Times New Roman" w:cs="Arial"/>
          <w:szCs w:val="18"/>
          <w:lang w:eastAsia="cs-CZ"/>
        </w:rPr>
      </w:pPr>
    </w:p>
    <w:p w14:paraId="39BD9527" w14:textId="1E509413" w:rsidR="00B41F0F" w:rsidRPr="00B41F0F" w:rsidRDefault="00B41F0F" w:rsidP="00B41F0F">
      <w:pPr>
        <w:tabs>
          <w:tab w:val="left" w:pos="567"/>
        </w:tabs>
        <w:spacing w:line="240" w:lineRule="auto"/>
        <w:contextualSpacing/>
        <w:jc w:val="both"/>
        <w:rPr>
          <w:rFonts w:eastAsia="Times New Roman" w:cs="Arial"/>
          <w:color w:val="00000A"/>
          <w:szCs w:val="18"/>
          <w:lang w:eastAsia="cs-CZ" w:bidi="he-IL"/>
        </w:rPr>
      </w:pPr>
      <w:r w:rsidRPr="00B41F0F">
        <w:rPr>
          <w:rFonts w:cs="Arial"/>
          <w:color w:val="00000A"/>
          <w:szCs w:val="18"/>
        </w:rPr>
        <w:t xml:space="preserve">Dodavatel čestně prohlašuje, </w:t>
      </w:r>
      <w:r w:rsidRPr="00B41F0F">
        <w:rPr>
          <w:rFonts w:cs="Arial"/>
          <w:color w:val="00000A"/>
          <w:szCs w:val="18"/>
        </w:rPr>
        <w:t>že se na něj nevztahuje § 4b zákona č. 159/2006 Sb., o střetu zájmů, ve znění pozdějších předpisů (dále jen „ZSZ“), tj. že není obchodní společností, ve které veřejný funkcionář uvedený v § 2 odst. 1 písm. c) ZSZ nebo jím ovládaná osoba vlastní podíl představující alespoň 25 % účasti společníka v obchodní společnosti.</w:t>
      </w:r>
    </w:p>
    <w:p w14:paraId="390FC539" w14:textId="77777777" w:rsidR="00B41F0F" w:rsidRPr="00B41F0F" w:rsidRDefault="00B41F0F" w:rsidP="00B41F0F">
      <w:pPr>
        <w:spacing w:line="240" w:lineRule="auto"/>
        <w:rPr>
          <w:rFonts w:cs="Arial"/>
          <w:iCs/>
          <w:szCs w:val="18"/>
        </w:rPr>
      </w:pPr>
    </w:p>
    <w:p w14:paraId="2D0DDD32" w14:textId="274F801A" w:rsidR="00B41F0F" w:rsidRPr="00B41F0F" w:rsidRDefault="00B41F0F" w:rsidP="00B41F0F">
      <w:pPr>
        <w:tabs>
          <w:tab w:val="left" w:pos="284"/>
        </w:tabs>
        <w:spacing w:after="120" w:line="240" w:lineRule="auto"/>
        <w:contextualSpacing/>
        <w:jc w:val="both"/>
        <w:rPr>
          <w:rFonts w:eastAsia="Times New Roman" w:cs="Arial"/>
          <w:bCs/>
          <w:szCs w:val="18"/>
          <w:lang w:eastAsia="cs-CZ" w:bidi="he-IL"/>
        </w:rPr>
      </w:pPr>
      <w:r w:rsidRPr="00B41F0F">
        <w:rPr>
          <w:rFonts w:eastAsia="Times New Roman" w:cs="Arial"/>
          <w:szCs w:val="18"/>
          <w:lang w:eastAsia="cs-CZ" w:bidi="he-IL"/>
        </w:rPr>
        <w:t xml:space="preserve">Dodavatel čestně prohlašuje, </w:t>
      </w:r>
      <w:r w:rsidRPr="00B41F0F">
        <w:rPr>
          <w:rFonts w:eastAsia="Times New Roman" w:cs="Arial"/>
          <w:szCs w:val="18"/>
          <w:lang w:eastAsia="cs-CZ" w:bidi="he-IL"/>
        </w:rPr>
        <w:t xml:space="preserve">že zajistí </w:t>
      </w:r>
      <w:r w:rsidRPr="00B41F0F">
        <w:rPr>
          <w:rFonts w:eastAsia="Times New Roman" w:cs="Arial"/>
          <w:bCs/>
          <w:szCs w:val="18"/>
          <w:lang w:eastAsia="cs-CZ" w:bidi="he-IL"/>
        </w:rPr>
        <w:t>po celou dobu plnění veřejné zakázky:</w:t>
      </w:r>
    </w:p>
    <w:p w14:paraId="07EB9791" w14:textId="77777777" w:rsidR="00B41F0F" w:rsidRPr="00B41F0F" w:rsidRDefault="00B41F0F" w:rsidP="00B41F0F">
      <w:pPr>
        <w:numPr>
          <w:ilvl w:val="0"/>
          <w:numId w:val="4"/>
        </w:numPr>
        <w:tabs>
          <w:tab w:val="left" w:pos="426"/>
        </w:tabs>
        <w:spacing w:after="120" w:line="240" w:lineRule="auto"/>
        <w:contextualSpacing/>
        <w:jc w:val="both"/>
        <w:rPr>
          <w:rFonts w:eastAsia="Times New Roman" w:cs="Arial"/>
          <w:bCs/>
          <w:szCs w:val="18"/>
          <w:lang w:eastAsia="cs-CZ" w:bidi="he-IL"/>
        </w:rPr>
      </w:pPr>
      <w:r w:rsidRPr="00B41F0F">
        <w:rPr>
          <w:rFonts w:eastAsia="Times New Roman" w:cs="Arial"/>
          <w:bCs/>
          <w:szCs w:val="18"/>
          <w:lang w:eastAsia="cs-CZ" w:bidi="he-IL"/>
        </w:rPr>
        <w:lastRenderedPageBreak/>
        <w:tab/>
        <w:t>plnění povinností vyplývajících z právních předpisů České republiky, zejména pak z předpisů pracovněprávních se zaměřením na vytvoření důstojných pracovních podmínek, plnění povinností ve vztahu k odměňování zaměstnanců, dodržování délky pracovní doby, odpočinku, dále plnění povinností vyplývajících z právních předpisů z oblasti zaměstnanosti, bezpečnosti a ochrany zdraví při práci, a to vůči všem osobám podílejícím se na plnění smlouvy, a to i u všech svých poddodavatelů, kteří se budou podílet na plnění této smlouvy,</w:t>
      </w:r>
    </w:p>
    <w:p w14:paraId="74224554" w14:textId="77777777" w:rsidR="00B41F0F" w:rsidRPr="00B41F0F" w:rsidRDefault="00B41F0F" w:rsidP="00B41F0F">
      <w:pPr>
        <w:numPr>
          <w:ilvl w:val="0"/>
          <w:numId w:val="4"/>
        </w:numPr>
        <w:tabs>
          <w:tab w:val="left" w:pos="426"/>
        </w:tabs>
        <w:spacing w:line="240" w:lineRule="auto"/>
        <w:contextualSpacing/>
        <w:jc w:val="both"/>
        <w:rPr>
          <w:rFonts w:eastAsia="Times New Roman" w:cs="Arial"/>
          <w:bCs/>
          <w:szCs w:val="18"/>
          <w:lang w:eastAsia="cs-CZ" w:bidi="he-IL"/>
        </w:rPr>
      </w:pPr>
      <w:r w:rsidRPr="00B41F0F">
        <w:rPr>
          <w:rFonts w:eastAsia="Times New Roman" w:cs="Arial"/>
          <w:bCs/>
          <w:szCs w:val="18"/>
          <w:lang w:eastAsia="cs-CZ" w:bidi="he-IL"/>
        </w:rPr>
        <w:t>férové dodavatelské vztahy se svými poddodavateli spočívající zejména v řádném a včasném plnění finančních závazků vůči svým poddodavatelům.</w:t>
      </w:r>
    </w:p>
    <w:p w14:paraId="34DDBD8D" w14:textId="77777777" w:rsidR="00B41F0F" w:rsidRPr="00B41F0F" w:rsidRDefault="00B41F0F" w:rsidP="00B41F0F">
      <w:pPr>
        <w:tabs>
          <w:tab w:val="left" w:pos="567"/>
        </w:tabs>
        <w:spacing w:line="240" w:lineRule="auto"/>
        <w:contextualSpacing/>
        <w:jc w:val="both"/>
        <w:rPr>
          <w:rFonts w:eastAsia="Times New Roman" w:cs="Arial"/>
          <w:color w:val="00000A"/>
          <w:szCs w:val="18"/>
          <w:lang w:eastAsia="cs-CZ" w:bidi="he-IL"/>
        </w:rPr>
      </w:pPr>
    </w:p>
    <w:p w14:paraId="75F430CF" w14:textId="77777777" w:rsidR="00001D27" w:rsidRPr="007772EA" w:rsidRDefault="00001D27" w:rsidP="00001D27">
      <w:pPr>
        <w:snapToGrid w:val="0"/>
        <w:spacing w:after="120" w:line="240" w:lineRule="auto"/>
        <w:rPr>
          <w:rFonts w:cs="Arial"/>
          <w:i/>
          <w:szCs w:val="20"/>
          <w:u w:val="single"/>
        </w:rPr>
      </w:pPr>
    </w:p>
    <w:p w14:paraId="340165D1" w14:textId="77777777" w:rsidR="00001D27" w:rsidRPr="007772EA" w:rsidRDefault="00001D27" w:rsidP="00001D27">
      <w:pPr>
        <w:snapToGrid w:val="0"/>
        <w:spacing w:after="120" w:line="240" w:lineRule="auto"/>
        <w:rPr>
          <w:rFonts w:cs="Arial"/>
          <w:i/>
          <w:szCs w:val="20"/>
          <w:u w:val="single"/>
        </w:rPr>
      </w:pPr>
    </w:p>
    <w:p w14:paraId="34ABDD11" w14:textId="77777777" w:rsidR="00001D27" w:rsidRPr="007772EA" w:rsidRDefault="00001D27" w:rsidP="00001D27">
      <w:pPr>
        <w:snapToGrid w:val="0"/>
        <w:spacing w:after="120" w:line="240" w:lineRule="auto"/>
        <w:rPr>
          <w:rFonts w:cs="Arial"/>
          <w:szCs w:val="20"/>
        </w:rPr>
      </w:pPr>
      <w:r w:rsidRPr="007772EA">
        <w:rPr>
          <w:rFonts w:cs="Arial"/>
          <w:szCs w:val="20"/>
        </w:rPr>
        <w:t>V …………… dne ……………</w:t>
      </w:r>
      <w:r w:rsidRPr="007772EA">
        <w:rPr>
          <w:rFonts w:cs="Arial"/>
          <w:szCs w:val="20"/>
        </w:rPr>
        <w:tab/>
      </w:r>
      <w:r w:rsidRPr="007772EA">
        <w:rPr>
          <w:rFonts w:cs="Arial"/>
          <w:szCs w:val="20"/>
        </w:rPr>
        <w:tab/>
        <w:t>……………………………………………</w:t>
      </w:r>
    </w:p>
    <w:p w14:paraId="404C9C5C" w14:textId="77777777" w:rsidR="00001D27" w:rsidRPr="007772EA" w:rsidRDefault="00001D27" w:rsidP="00001D27">
      <w:pPr>
        <w:snapToGrid w:val="0"/>
        <w:spacing w:after="120" w:line="240" w:lineRule="auto"/>
        <w:rPr>
          <w:rFonts w:cs="Arial"/>
          <w:i/>
          <w:szCs w:val="20"/>
          <w:u w:val="single"/>
        </w:rPr>
      </w:pPr>
      <w:r w:rsidRPr="007772EA">
        <w:rPr>
          <w:rFonts w:cs="Arial"/>
          <w:szCs w:val="20"/>
        </w:rPr>
        <w:tab/>
      </w:r>
      <w:r w:rsidRPr="007772EA">
        <w:rPr>
          <w:rFonts w:cs="Arial"/>
          <w:szCs w:val="20"/>
        </w:rPr>
        <w:tab/>
      </w:r>
      <w:r w:rsidRPr="007772EA">
        <w:rPr>
          <w:rFonts w:cs="Arial"/>
          <w:szCs w:val="20"/>
        </w:rPr>
        <w:tab/>
      </w:r>
      <w:r w:rsidRPr="007772EA">
        <w:rPr>
          <w:rFonts w:cs="Arial"/>
          <w:szCs w:val="20"/>
        </w:rPr>
        <w:tab/>
      </w:r>
      <w:r w:rsidRPr="007772EA">
        <w:rPr>
          <w:rFonts w:cs="Arial"/>
          <w:szCs w:val="20"/>
        </w:rPr>
        <w:tab/>
      </w:r>
      <w:r w:rsidRPr="007772EA">
        <w:rPr>
          <w:rFonts w:cs="Arial"/>
          <w:szCs w:val="20"/>
        </w:rPr>
        <w:tab/>
      </w:r>
      <w:r w:rsidRPr="007772EA">
        <w:rPr>
          <w:rFonts w:cs="Arial"/>
          <w:szCs w:val="20"/>
          <w:highlight w:val="yellow"/>
        </w:rPr>
        <w:t>titul, jméno, příjmení a podpis zástupce dodavatele</w:t>
      </w:r>
    </w:p>
    <w:p w14:paraId="56173E53" w14:textId="77777777" w:rsidR="00001D27" w:rsidRPr="007772EA" w:rsidRDefault="00001D27" w:rsidP="00001D27">
      <w:pPr>
        <w:spacing w:line="240" w:lineRule="auto"/>
        <w:rPr>
          <w:rFonts w:cs="Arial"/>
          <w:szCs w:val="20"/>
        </w:rPr>
      </w:pPr>
    </w:p>
    <w:p w14:paraId="199994A0" w14:textId="77777777" w:rsidR="00932EB1" w:rsidRPr="00C7652B" w:rsidRDefault="00932EB1" w:rsidP="00001D27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</w:p>
    <w:sectPr w:rsidR="00932EB1" w:rsidRPr="00C7652B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A9C89" w14:textId="77777777" w:rsidR="00A76182" w:rsidRDefault="00A76182" w:rsidP="004A044C">
      <w:pPr>
        <w:spacing w:line="240" w:lineRule="auto"/>
      </w:pPr>
      <w:r>
        <w:separator/>
      </w:r>
    </w:p>
  </w:endnote>
  <w:endnote w:type="continuationSeparator" w:id="0">
    <w:p w14:paraId="706D3821" w14:textId="77777777" w:rsidR="00A76182" w:rsidRDefault="00A76182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89966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E61324" wp14:editId="75794250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CBBF30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67287E7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2D47F50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E61324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7FCBBF30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67287E7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2D47F50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7F1E907" wp14:editId="26859606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DD92DE8" wp14:editId="3FC3134B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4F6A3A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20AAF010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58C86A1B" w14:textId="77777777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401 13 Ústí and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DD92DE8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2B4F6A3A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20AAF010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58C86A1B" w14:textId="77777777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401 13 Ústí and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9C80162" wp14:editId="48E9DDF9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E0E616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0FE7B2DC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46C565BB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C80162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5E0E616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0FE7B2DC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46C565BB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F57D56" wp14:editId="3AD62AF4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453A9CE5" wp14:editId="74A1D741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B7CA5" w14:textId="77777777" w:rsidR="00A76182" w:rsidRDefault="00A76182" w:rsidP="004A044C">
      <w:pPr>
        <w:spacing w:line="240" w:lineRule="auto"/>
      </w:pPr>
      <w:r>
        <w:separator/>
      </w:r>
    </w:p>
  </w:footnote>
  <w:footnote w:type="continuationSeparator" w:id="0">
    <w:p w14:paraId="00F605C7" w14:textId="77777777" w:rsidR="00A76182" w:rsidRDefault="00A76182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F9B7F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13E7FD39" wp14:editId="45EA1E7B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1A03AC6" wp14:editId="3AFB973F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2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0951C87"/>
    <w:multiLevelType w:val="hybridMultilevel"/>
    <w:tmpl w:val="17EC0246"/>
    <w:lvl w:ilvl="0" w:tplc="05DC158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8011F"/>
    <w:multiLevelType w:val="hybridMultilevel"/>
    <w:tmpl w:val="D2047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1D27"/>
    <w:rsid w:val="00003697"/>
    <w:rsid w:val="00013DE8"/>
    <w:rsid w:val="000725D6"/>
    <w:rsid w:val="00073CCE"/>
    <w:rsid w:val="000A73EC"/>
    <w:rsid w:val="000C4F3C"/>
    <w:rsid w:val="000C7F59"/>
    <w:rsid w:val="000F7A22"/>
    <w:rsid w:val="00101773"/>
    <w:rsid w:val="00125813"/>
    <w:rsid w:val="00147316"/>
    <w:rsid w:val="001C39F1"/>
    <w:rsid w:val="001E3FEB"/>
    <w:rsid w:val="00240FFA"/>
    <w:rsid w:val="00241EAC"/>
    <w:rsid w:val="00260DDE"/>
    <w:rsid w:val="0026591C"/>
    <w:rsid w:val="0031358D"/>
    <w:rsid w:val="00331F3A"/>
    <w:rsid w:val="00353FB2"/>
    <w:rsid w:val="00392423"/>
    <w:rsid w:val="003B3991"/>
    <w:rsid w:val="003D4DF8"/>
    <w:rsid w:val="00462009"/>
    <w:rsid w:val="0047111E"/>
    <w:rsid w:val="004A044C"/>
    <w:rsid w:val="004A68D9"/>
    <w:rsid w:val="004C6686"/>
    <w:rsid w:val="00507B10"/>
    <w:rsid w:val="00540947"/>
    <w:rsid w:val="00580EDE"/>
    <w:rsid w:val="005964DC"/>
    <w:rsid w:val="005B402A"/>
    <w:rsid w:val="005C64DB"/>
    <w:rsid w:val="005E3326"/>
    <w:rsid w:val="00657FE1"/>
    <w:rsid w:val="006C53A2"/>
    <w:rsid w:val="006E2395"/>
    <w:rsid w:val="006F2635"/>
    <w:rsid w:val="0071483B"/>
    <w:rsid w:val="007476D3"/>
    <w:rsid w:val="00824631"/>
    <w:rsid w:val="008650CD"/>
    <w:rsid w:val="008E311B"/>
    <w:rsid w:val="008F4FC4"/>
    <w:rsid w:val="008F6A0E"/>
    <w:rsid w:val="00932EB1"/>
    <w:rsid w:val="009876AE"/>
    <w:rsid w:val="009969EB"/>
    <w:rsid w:val="009A699B"/>
    <w:rsid w:val="00A037B7"/>
    <w:rsid w:val="00A15D6B"/>
    <w:rsid w:val="00A31EB3"/>
    <w:rsid w:val="00A76182"/>
    <w:rsid w:val="00A77944"/>
    <w:rsid w:val="00AA676B"/>
    <w:rsid w:val="00AB233A"/>
    <w:rsid w:val="00AB3597"/>
    <w:rsid w:val="00AF22E6"/>
    <w:rsid w:val="00B04E80"/>
    <w:rsid w:val="00B24D64"/>
    <w:rsid w:val="00B25962"/>
    <w:rsid w:val="00B34585"/>
    <w:rsid w:val="00B41F0F"/>
    <w:rsid w:val="00BC0A5A"/>
    <w:rsid w:val="00C070C0"/>
    <w:rsid w:val="00C207E1"/>
    <w:rsid w:val="00C26BA0"/>
    <w:rsid w:val="00C7652B"/>
    <w:rsid w:val="00CC227C"/>
    <w:rsid w:val="00CE2490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7CBA"/>
    <w:rsid w:val="00E94005"/>
    <w:rsid w:val="00EE60B1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7769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2</TotalTime>
  <Pages>2</Pages>
  <Words>460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Radka Chladová</cp:lastModifiedBy>
  <cp:revision>3</cp:revision>
  <cp:lastPrinted>2025-02-20T13:28:00Z</cp:lastPrinted>
  <dcterms:created xsi:type="dcterms:W3CDTF">2025-05-21T07:01:00Z</dcterms:created>
  <dcterms:modified xsi:type="dcterms:W3CDTF">2026-02-17T14:43:00Z</dcterms:modified>
</cp:coreProperties>
</file>